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2B5C12" w14:paraId="395BF3A7" w14:textId="77777777">
      <w:pPr>
        <w:spacing w:line="240" w:lineRule="auto"/>
        <w:jc w:val="center"/>
      </w:pPr>
      <w:r w:rsidRPr="002B5C12">
        <w:rPr>
          <w:noProof/>
          <w:lang w:val="en-US"/>
        </w:rPr>
        <w:drawing>
          <wp:inline distT="0" distB="0" distL="0" distR="0" wp14:anchorId="3A7E048B" wp14:editId="0F81148D">
            <wp:extent cx="1792800" cy="1240079"/>
            <wp:effectExtent l="0" t="0" r="0" b="0"/>
            <wp:docPr id="5" name="Picture 5" title="EESCLogo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logo_EESC-vertical-positive-en-quadri_M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1240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5C12" w:rsidR="00D839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621FE483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 w:rsidRPr="00DA6CCD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  <w:t>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 w:rsidRPr="00DA6CCD"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  <w:t>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  <w:rPr>
          <w:lang w:val="da-DK"/>
        </w:rPr>
      </w:pPr>
      <w:r w:rsidRPr="004C0B01">
        <w:rPr>
          <w:b/>
          <w:lang w:val="da-DK"/>
        </w:rPr>
        <w:t>TEN</w:t>
      </w:r>
      <w:r w:rsidRPr="004C0B01" w:rsidR="00C26F2F">
        <w:rPr>
          <w:b/>
          <w:lang w:val="da-DK"/>
        </w:rPr>
        <w:t>/</w:t>
      </w:r>
      <w:r w:rsidR="00D1229B">
        <w:rPr>
          <w:b/>
          <w:lang w:val="da-DK"/>
        </w:rPr>
        <w:t>75</w:t>
      </w:r>
      <w:r w:rsidR="00FB304B">
        <w:rPr>
          <w:b/>
          <w:lang w:val="da-DK"/>
        </w:rPr>
        <w:t>4</w:t>
      </w:r>
    </w:p>
    <w:p w:rsidRPr="004C0B01" w:rsidR="00C26F2F" w:rsidP="007F49BC" w:rsidRDefault="00D1229B" w14:paraId="1D83A6C4" w14:textId="27660332">
      <w:pPr>
        <w:spacing w:line="240" w:lineRule="auto"/>
        <w:jc w:val="right"/>
        <w:rPr>
          <w:lang w:val="da-DK"/>
        </w:rPr>
      </w:pPr>
      <w:r w:rsidRPr="00755693">
        <w:rPr>
          <w:b/>
        </w:rPr>
        <w:t>Notification on the Carbon Offsetting and Reduction Scheme for International Aviation (CORSIA)</w:t>
      </w:r>
    </w:p>
    <w:p w:rsidRPr="004C0B01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4C0B01" w:rsidR="008C4653" w:rsidP="007F49BC" w:rsidRDefault="008C4653" w14:paraId="72C9E511" w14:textId="16B6A89D">
      <w:pPr>
        <w:spacing w:line="240" w:lineRule="auto"/>
        <w:jc w:val="right"/>
        <w:rPr>
          <w:lang w:val="da-DK"/>
        </w:rPr>
      </w:pPr>
      <w:r w:rsidRPr="004C0B01">
        <w:rPr>
          <w:lang w:val="da-DK"/>
        </w:rPr>
        <w:t xml:space="preserve">Brussels, </w:t>
      </w:r>
      <w:r w:rsidR="00A71717">
        <w:rPr>
          <w:lang w:val="da-DK"/>
        </w:rPr>
        <w:t>1</w:t>
      </w:r>
      <w:bookmarkStart w:name="_GoBack" w:id="0"/>
      <w:bookmarkEnd w:id="0"/>
      <w:r w:rsidR="006E5D62">
        <w:rPr>
          <w:lang w:val="da-DK"/>
        </w:rPr>
        <w:t>6</w:t>
      </w:r>
      <w:r w:rsidR="00D1229B">
        <w:rPr>
          <w:lang w:val="da-DK"/>
        </w:rPr>
        <w:t xml:space="preserve"> September</w:t>
      </w:r>
      <w:r w:rsidR="005D4434">
        <w:rPr>
          <w:lang w:val="da-DK"/>
        </w:rPr>
        <w:t xml:space="preserve"> </w:t>
      </w:r>
      <w:r w:rsidRPr="004C0B01" w:rsidR="005D1118">
        <w:rPr>
          <w:lang w:val="da-DK"/>
        </w:rPr>
        <w:t>202</w:t>
      </w:r>
      <w:r w:rsidR="00FB304B">
        <w:rPr>
          <w:lang w:val="da-DK"/>
        </w:rPr>
        <w:t>1</w:t>
      </w:r>
    </w:p>
    <w:p w:rsidRPr="00485DE1" w:rsidR="008C4653" w:rsidP="007F49BC" w:rsidRDefault="008C4653" w14:paraId="4665AC98" w14:textId="77777777">
      <w:pPr>
        <w:spacing w:line="240" w:lineRule="auto"/>
        <w:rPr>
          <w:sz w:val="16"/>
          <w:szCs w:val="16"/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2B5C12">
              <w:rPr>
                <w:b/>
                <w:bCs/>
                <w:sz w:val="32"/>
              </w:rPr>
              <w:t>Information Memo</w:t>
            </w:r>
          </w:p>
          <w:p w:rsidRPr="002B5C12" w:rsidR="008C4653" w:rsidP="007F49BC" w:rsidRDefault="008C4653" w14:paraId="6B4C1365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 w:rsidRPr="002B5C12">
              <w:rPr>
                <w:b/>
                <w:bCs/>
                <w:sz w:val="32"/>
              </w:rPr>
              <w:t>(new referral)</w:t>
            </w:r>
          </w:p>
        </w:tc>
      </w:tr>
    </w:tbl>
    <w:p w:rsidRPr="00485DE1" w:rsidR="008C4653" w:rsidP="007F49BC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856E6" w:rsidR="008C4653" w:rsidP="005856E6" w:rsidRDefault="008C4653" w14:paraId="698AE0EA" w14:textId="3D13CBD8">
      <w:pPr>
        <w:rPr>
          <w:i/>
        </w:rPr>
      </w:pPr>
      <w:r w:rsidRPr="002B5C12">
        <w:rPr>
          <w:b/>
          <w:bCs/>
        </w:rPr>
        <w:t>Subject:</w:t>
      </w:r>
      <w:r w:rsidR="00635137">
        <w:rPr>
          <w:bCs/>
          <w:i/>
        </w:rPr>
        <w:t xml:space="preserve"> </w:t>
      </w:r>
      <w:r w:rsidRPr="00D1229B" w:rsidR="00D1229B">
        <w:rPr>
          <w:i/>
        </w:rPr>
        <w:t xml:space="preserve">Proposal for a </w:t>
      </w:r>
      <w:r w:rsidRPr="00D1229B" w:rsidR="00484B07">
        <w:rPr>
          <w:i/>
        </w:rPr>
        <w:t xml:space="preserve">decision of the European Parliament and of the Council </w:t>
      </w:r>
      <w:r w:rsidRPr="00D1229B" w:rsidR="00D1229B">
        <w:rPr>
          <w:i/>
        </w:rPr>
        <w:t>amending Directive 2003/87/EC as regards the notification of offsetting in respect of a global market-based measure for aircraft operators based in the Union</w:t>
      </w:r>
    </w:p>
    <w:p w:rsidRPr="002B5C12" w:rsidR="000141B9" w:rsidP="000965DE" w:rsidRDefault="000141B9" w14:paraId="3EAF9157" w14:textId="77777777">
      <w:pPr>
        <w:spacing w:line="240" w:lineRule="auto"/>
      </w:pPr>
    </w:p>
    <w:p w:rsidRPr="002B5C12" w:rsidR="008C4653" w:rsidP="007F49BC" w:rsidRDefault="008C4653" w14:paraId="0FE366F3" w14:textId="3B7FFD3A">
      <w:pPr>
        <w:spacing w:line="240" w:lineRule="auto"/>
      </w:pPr>
      <w:r w:rsidRPr="002B5C12">
        <w:rPr>
          <w:b/>
          <w:bCs/>
        </w:rPr>
        <w:t>Ref.:</w:t>
      </w:r>
      <w:r w:rsidRPr="002B5C12">
        <w:t xml:space="preserve"> </w:t>
      </w:r>
      <w:r w:rsidRPr="00245557" w:rsidR="00D1229B">
        <w:t>COM(2021) 567 - final</w:t>
      </w:r>
    </w:p>
    <w:p w:rsidRPr="00485DE1" w:rsidR="008C4653" w:rsidP="007F49BC" w:rsidRDefault="008C4653" w14:paraId="21F12802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F49BC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7F49BC" w:rsidRDefault="008C4653" w14:paraId="613D343B" w14:textId="77777777">
      <w:pPr>
        <w:pStyle w:val="Heading1"/>
        <w:spacing w:line="240" w:lineRule="auto"/>
      </w:pPr>
      <w:r w:rsidRPr="002B5C12">
        <w:rPr>
          <w:b/>
          <w:bCs/>
        </w:rPr>
        <w:t>Procedure</w:t>
      </w:r>
    </w:p>
    <w:p w:rsidRPr="00485DE1" w:rsidR="008C4653" w:rsidP="007F49BC" w:rsidRDefault="008C4653" w14:paraId="04099DD2" w14:textId="77777777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7"/>
        <w:gridCol w:w="1849"/>
        <w:gridCol w:w="4353"/>
      </w:tblGrid>
      <w:tr w:rsidRPr="002B5C12" w:rsidR="008C4653" w:rsidTr="00D1229B" w14:paraId="16991EDC" w14:textId="77777777">
        <w:tc>
          <w:tcPr>
            <w:tcW w:w="1662" w:type="pct"/>
            <w:noWrap/>
          </w:tcPr>
          <w:p w:rsidRPr="007C3A10" w:rsidR="00F4637D" w:rsidP="007F49BC" w:rsidRDefault="00F4637D" w14:paraId="064B7777" w14:textId="3B5326F5">
            <w:pPr>
              <w:spacing w:line="240" w:lineRule="auto"/>
              <w:jc w:val="left"/>
              <w:rPr>
                <w:b/>
                <w:bCs/>
              </w:rPr>
            </w:pPr>
            <w:r w:rsidRPr="007C3A10">
              <w:rPr>
                <w:b/>
                <w:bCs/>
              </w:rPr>
              <w:t>Commission referral</w:t>
            </w:r>
          </w:p>
          <w:p w:rsidRPr="007C3A10" w:rsidR="00F4637D" w:rsidP="007F49BC" w:rsidRDefault="002A2DB2" w14:paraId="5BABC102" w14:textId="235D2F41">
            <w:pPr>
              <w:spacing w:line="240" w:lineRule="auto"/>
              <w:jc w:val="left"/>
              <w:rPr>
                <w:b/>
                <w:bCs/>
              </w:rPr>
            </w:pPr>
            <w:r w:rsidRPr="007C3A10">
              <w:rPr>
                <w:b/>
                <w:bCs/>
              </w:rPr>
              <w:t xml:space="preserve">EP </w:t>
            </w:r>
            <w:r w:rsidRPr="007C3A10" w:rsidR="00F4637D">
              <w:rPr>
                <w:b/>
                <w:bCs/>
              </w:rPr>
              <w:t>referral</w:t>
            </w:r>
            <w:r w:rsidRPr="007C3A10">
              <w:rPr>
                <w:b/>
                <w:bCs/>
              </w:rPr>
              <w:t xml:space="preserve"> </w:t>
            </w:r>
          </w:p>
          <w:p w:rsidRPr="007C3A10" w:rsidR="008C4653" w:rsidP="007F49BC" w:rsidRDefault="002A2DB2" w14:paraId="7FF8215B" w14:textId="6C498622">
            <w:pPr>
              <w:spacing w:line="240" w:lineRule="auto"/>
              <w:jc w:val="left"/>
              <w:rPr>
                <w:b/>
                <w:bCs/>
              </w:rPr>
            </w:pPr>
            <w:r w:rsidRPr="007C3A10">
              <w:rPr>
                <w:b/>
                <w:bCs/>
              </w:rPr>
              <w:t xml:space="preserve">Council referral </w:t>
            </w:r>
          </w:p>
          <w:p w:rsidRPr="007C3A10" w:rsidR="008C4653" w:rsidP="007F49BC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F4637D" w:rsidP="00D81CAE" w:rsidRDefault="00391BB0" w14:paraId="51747041" w14:textId="331A0D1B">
            <w:pPr>
              <w:rPr>
                <w:lang w:eastAsia="fr-BE"/>
              </w:rPr>
            </w:pPr>
            <w:r w:rsidRPr="007C3A10">
              <w:rPr>
                <w:lang w:eastAsia="fr-BE"/>
              </w:rPr>
              <w:t>…</w:t>
            </w:r>
            <w:r w:rsidRPr="007C3A10" w:rsidR="00F4637D">
              <w:rPr>
                <w:lang w:eastAsia="fr-BE"/>
              </w:rPr>
              <w:t>/</w:t>
            </w:r>
            <w:r w:rsidRPr="007C3A10">
              <w:rPr>
                <w:lang w:eastAsia="fr-BE"/>
              </w:rPr>
              <w:t>…</w:t>
            </w:r>
            <w:r w:rsidRPr="007C3A10" w:rsidR="00F4637D">
              <w:rPr>
                <w:lang w:eastAsia="fr-BE"/>
              </w:rPr>
              <w:t>/2021</w:t>
            </w:r>
          </w:p>
          <w:p w:rsidRPr="007C3A10" w:rsidR="00D81CAE" w:rsidP="00D81CAE" w:rsidRDefault="005A2FAF" w14:paraId="0D41E207" w14:textId="4A7A1D8C">
            <w:pPr>
              <w:rPr>
                <w:lang w:eastAsia="fr-BE"/>
              </w:rPr>
            </w:pPr>
            <w:r w:rsidRPr="007C3A10">
              <w:rPr>
                <w:lang w:eastAsia="fr-BE"/>
              </w:rPr>
              <w:t>…</w:t>
            </w:r>
            <w:r w:rsidRPr="007C3A10" w:rsidR="00D81CAE">
              <w:rPr>
                <w:lang w:eastAsia="fr-BE"/>
              </w:rPr>
              <w:t>/</w:t>
            </w:r>
            <w:r w:rsidRPr="007C3A10">
              <w:rPr>
                <w:lang w:eastAsia="fr-BE"/>
              </w:rPr>
              <w:t>...</w:t>
            </w:r>
            <w:r w:rsidRPr="007C3A10" w:rsidR="00D81CAE">
              <w:rPr>
                <w:lang w:eastAsia="fr-BE"/>
              </w:rPr>
              <w:t>/2021</w:t>
            </w:r>
          </w:p>
          <w:p w:rsidRPr="007C3A10" w:rsidR="00D81CAE" w:rsidP="00D81CAE" w:rsidRDefault="005A2FAF" w14:paraId="3388DE11" w14:textId="3BF50E50">
            <w:pPr>
              <w:spacing w:line="240" w:lineRule="auto"/>
              <w:rPr>
                <w:b/>
                <w:bCs/>
                <w:lang w:eastAsia="fr-BE"/>
              </w:rPr>
            </w:pPr>
            <w:r w:rsidRPr="007C3A10">
              <w:rPr>
                <w:lang w:eastAsia="fr-BE"/>
              </w:rPr>
              <w:t>…</w:t>
            </w:r>
            <w:r w:rsidRPr="007C3A10" w:rsidR="00D81CAE">
              <w:rPr>
                <w:lang w:eastAsia="fr-BE"/>
              </w:rPr>
              <w:t>/</w:t>
            </w:r>
            <w:r w:rsidRPr="007C3A10">
              <w:rPr>
                <w:lang w:eastAsia="fr-BE"/>
              </w:rPr>
              <w:t>...</w:t>
            </w:r>
            <w:r w:rsidRPr="007C3A10" w:rsidR="00D81CAE">
              <w:rPr>
                <w:lang w:eastAsia="fr-BE"/>
              </w:rPr>
              <w:t>/2021</w:t>
            </w:r>
          </w:p>
          <w:p w:rsidRPr="007C3A10" w:rsidR="00503D11" w:rsidP="007F49BC" w:rsidRDefault="00503D11" w14:paraId="2FA98D29" w14:textId="158FAC65">
            <w:pPr>
              <w:spacing w:line="240" w:lineRule="auto"/>
            </w:pPr>
          </w:p>
        </w:tc>
      </w:tr>
      <w:tr w:rsidRPr="002B5C12" w:rsidR="008C4653" w:rsidTr="00D1229B" w14:paraId="15C024AE" w14:textId="77777777">
        <w:tc>
          <w:tcPr>
            <w:tcW w:w="1662" w:type="pct"/>
            <w:noWrap/>
          </w:tcPr>
          <w:p w:rsidRPr="007C3A10" w:rsidR="008C4653" w:rsidP="007F49BC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 w:rsidRPr="007C3A10">
              <w:rPr>
                <w:b/>
                <w:bCs/>
              </w:rPr>
              <w:t>Legal basis</w:t>
            </w:r>
          </w:p>
          <w:p w:rsidRPr="007C3A10" w:rsidR="008C4653" w:rsidP="007F49BC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635137" w:rsidRDefault="007C3A10" w14:paraId="73B22EF3" w14:textId="04A40196">
            <w:pPr>
              <w:spacing w:line="240" w:lineRule="auto"/>
            </w:pPr>
            <w:r w:rsidRPr="007C3A10">
              <w:t xml:space="preserve">Article 192 TFEU </w:t>
            </w:r>
            <w:r w:rsidRPr="007C3A10" w:rsidR="000C40A7">
              <w:t>of the Treaty on the Functioning of the European Union</w:t>
            </w:r>
          </w:p>
        </w:tc>
      </w:tr>
      <w:tr w:rsidRPr="002B5C12" w:rsidR="008C4653" w:rsidTr="00D1229B" w14:paraId="7A9BBCFB" w14:textId="77777777">
        <w:tc>
          <w:tcPr>
            <w:tcW w:w="1662" w:type="pct"/>
            <w:noWrap/>
          </w:tcPr>
          <w:p w:rsidRPr="007C3A10" w:rsidR="008C4653" w:rsidP="007F49BC" w:rsidRDefault="008C4653" w14:paraId="074BD931" w14:textId="77777777">
            <w:pPr>
              <w:spacing w:line="240" w:lineRule="auto"/>
              <w:rPr>
                <w:b/>
                <w:bCs/>
              </w:rPr>
            </w:pPr>
            <w:r w:rsidRPr="007C3A10">
              <w:rPr>
                <w:b/>
                <w:bCs/>
              </w:rPr>
              <w:t>Committee Bureau decision</w:t>
            </w:r>
          </w:p>
          <w:p w:rsidRPr="007C3A10" w:rsidR="008C4653" w:rsidP="007F49BC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0141B9" w14:paraId="0CA6EB40" w14:textId="5F685CD7">
            <w:pPr>
              <w:spacing w:line="240" w:lineRule="auto"/>
            </w:pPr>
            <w:r w:rsidRPr="007C3A10">
              <w:t>2</w:t>
            </w:r>
            <w:r w:rsidR="007C3A10">
              <w:t>1</w:t>
            </w:r>
            <w:r w:rsidRPr="007C3A10">
              <w:t>/0</w:t>
            </w:r>
            <w:r w:rsidR="007C3A10">
              <w:t>9</w:t>
            </w:r>
            <w:r w:rsidRPr="007C3A10">
              <w:t>/2021</w:t>
            </w:r>
          </w:p>
        </w:tc>
      </w:tr>
      <w:tr w:rsidRPr="002B5C12" w:rsidR="008C4653" w:rsidTr="00D1229B" w14:paraId="74B2556B" w14:textId="77777777">
        <w:tc>
          <w:tcPr>
            <w:tcW w:w="1662" w:type="pct"/>
            <w:noWrap/>
          </w:tcPr>
          <w:p w:rsidRPr="007C3A10" w:rsidR="008C4653" w:rsidP="007F49BC" w:rsidRDefault="008C4653" w14:paraId="43ADD501" w14:textId="77777777">
            <w:pPr>
              <w:spacing w:line="240" w:lineRule="auto"/>
              <w:rPr>
                <w:b/>
                <w:bCs/>
              </w:rPr>
            </w:pPr>
            <w:r w:rsidRPr="007C3A10">
              <w:rPr>
                <w:b/>
                <w:bCs/>
              </w:rPr>
              <w:t>Section responsible</w:t>
            </w:r>
          </w:p>
          <w:p w:rsidRPr="007C3A10" w:rsidR="008C4653" w:rsidP="007F49BC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F865F4" w14:paraId="43BE4037" w14:textId="77777777">
            <w:pPr>
              <w:spacing w:line="240" w:lineRule="auto"/>
            </w:pPr>
            <w:r w:rsidRPr="007C3A10">
              <w:t>Transport, Energy, Infrastructure and the Information Society</w:t>
            </w:r>
          </w:p>
        </w:tc>
      </w:tr>
      <w:tr w:rsidRPr="004C0B01" w:rsidR="008C4653" w:rsidTr="00D1229B" w14:paraId="42F84710" w14:textId="77777777">
        <w:tc>
          <w:tcPr>
            <w:tcW w:w="1662" w:type="pct"/>
            <w:noWrap/>
          </w:tcPr>
          <w:p w:rsidRPr="007C3A10" w:rsidR="008C4653" w:rsidP="007F49BC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 w:rsidRPr="007C3A10">
              <w:rPr>
                <w:b/>
                <w:bCs/>
              </w:rPr>
              <w:t>Section president</w:t>
            </w:r>
          </w:p>
          <w:p w:rsidRPr="007C3A10" w:rsidR="008C4653" w:rsidP="007F49BC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8D0F79" w14:paraId="42D6BC08" w14:textId="77777777">
            <w:pPr>
              <w:spacing w:line="240" w:lineRule="auto"/>
              <w:rPr>
                <w:lang w:val="fr-BE"/>
              </w:rPr>
            </w:pPr>
            <w:r w:rsidRPr="007C3A10">
              <w:rPr>
                <w:lang w:val="fr-BE"/>
              </w:rPr>
              <w:t xml:space="preserve">Baiba MILTOVIČA </w:t>
            </w:r>
            <w:r w:rsidRPr="007C3A10" w:rsidR="00F865F4">
              <w:rPr>
                <w:lang w:val="fr-BE"/>
              </w:rPr>
              <w:t>(</w:t>
            </w:r>
            <w:r w:rsidRPr="007C3A10">
              <w:rPr>
                <w:lang w:val="fr-BE"/>
              </w:rPr>
              <w:t>L</w:t>
            </w:r>
            <w:r w:rsidRPr="007C3A10" w:rsidR="007247C8">
              <w:rPr>
                <w:lang w:val="fr-BE"/>
              </w:rPr>
              <w:t>V</w:t>
            </w:r>
            <w:r w:rsidRPr="007C3A10" w:rsidR="00F865F4">
              <w:rPr>
                <w:lang w:val="fr-BE"/>
              </w:rPr>
              <w:t>-II</w:t>
            </w:r>
            <w:r w:rsidRPr="007C3A10">
              <w:rPr>
                <w:lang w:val="fr-BE"/>
              </w:rPr>
              <w:t>I</w:t>
            </w:r>
            <w:r w:rsidRPr="007C3A10" w:rsidR="00F865F4">
              <w:rPr>
                <w:lang w:val="fr-BE"/>
              </w:rPr>
              <w:t>)</w:t>
            </w:r>
          </w:p>
        </w:tc>
      </w:tr>
      <w:tr w:rsidRPr="002B5C12" w:rsidR="008C4653" w:rsidTr="00D1229B" w14:paraId="7BE3108C" w14:textId="77777777">
        <w:tc>
          <w:tcPr>
            <w:tcW w:w="1662" w:type="pct"/>
            <w:noWrap/>
          </w:tcPr>
          <w:p w:rsidRPr="007C3A10" w:rsidR="008C4653" w:rsidP="007F49BC" w:rsidRDefault="008C4653" w14:paraId="49CB0794" w14:textId="77777777">
            <w:pPr>
              <w:spacing w:line="240" w:lineRule="auto"/>
              <w:rPr>
                <w:b/>
                <w:bCs/>
              </w:rPr>
            </w:pPr>
            <w:r w:rsidRPr="007C3A10">
              <w:rPr>
                <w:b/>
                <w:bCs/>
              </w:rPr>
              <w:t>Organisation of section work</w:t>
            </w:r>
          </w:p>
          <w:p w:rsidRPr="007C3A10" w:rsidR="008C4653" w:rsidP="007F49BC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D953D1" w14:paraId="396F3F7A" w14:textId="38227928">
            <w:pPr>
              <w:spacing w:line="240" w:lineRule="auto"/>
            </w:pPr>
            <w:r w:rsidRPr="00D953D1">
              <w:t>30/07/2021 (Rule 63 of the Rules of Procedure)</w:t>
            </w:r>
          </w:p>
        </w:tc>
      </w:tr>
      <w:tr w:rsidRPr="002B5C12" w:rsidR="00D1229B" w:rsidTr="00D1229B" w14:paraId="796BB809" w14:textId="77777777">
        <w:tc>
          <w:tcPr>
            <w:tcW w:w="1662" w:type="pct"/>
            <w:noWrap/>
          </w:tcPr>
          <w:p w:rsidRPr="007C3A10" w:rsidR="00D1229B" w:rsidP="00485DE1" w:rsidRDefault="00D1229B" w14:paraId="50FEB3E8" w14:textId="1704F4D9">
            <w:pPr>
              <w:spacing w:line="220" w:lineRule="exact"/>
              <w:rPr>
                <w:b/>
                <w:bCs/>
              </w:rPr>
            </w:pPr>
            <w:r w:rsidRPr="007C3A10">
              <w:rPr>
                <w:b/>
                <w:bCs/>
              </w:rPr>
              <w:t>Rapporteur working alone</w:t>
            </w:r>
            <w:r w:rsidRPr="007C3A10">
              <w:t xml:space="preserve"> on</w:t>
            </w:r>
          </w:p>
        </w:tc>
        <w:tc>
          <w:tcPr>
            <w:tcW w:w="995" w:type="pct"/>
            <w:noWrap/>
          </w:tcPr>
          <w:p w:rsidRPr="007C3A10" w:rsidR="00D1229B" w:rsidP="00485DE1" w:rsidRDefault="00D1229B" w14:paraId="5648BE98" w14:textId="616799A2">
            <w:pPr>
              <w:spacing w:line="220" w:lineRule="exact"/>
              <w:rPr>
                <w:b/>
                <w:bCs/>
              </w:rPr>
            </w:pPr>
            <w:r w:rsidRPr="007C3A10">
              <w:rPr>
                <w:b/>
                <w:bCs/>
              </w:rPr>
              <w:t>Rapporteur</w:t>
            </w:r>
          </w:p>
        </w:tc>
        <w:tc>
          <w:tcPr>
            <w:tcW w:w="2343" w:type="pct"/>
            <w:noWrap/>
          </w:tcPr>
          <w:p w:rsidRPr="007C3A10" w:rsidR="00D1229B" w:rsidP="00485DE1" w:rsidRDefault="00D1229B" w14:paraId="3FC4BBF7" w14:textId="1A98977B">
            <w:pPr>
              <w:spacing w:line="220" w:lineRule="exact"/>
            </w:pPr>
            <w:r w:rsidRPr="007C3A10">
              <w:t>Thomas KROPP (DE-I)</w:t>
            </w:r>
          </w:p>
        </w:tc>
      </w:tr>
      <w:tr w:rsidRPr="002B5C12" w:rsidR="00D1229B" w:rsidTr="00D1229B" w14:paraId="13BE8CCB" w14:textId="77777777">
        <w:trPr>
          <w:cantSplit/>
        </w:trPr>
        <w:tc>
          <w:tcPr>
            <w:tcW w:w="1662" w:type="pct"/>
            <w:vMerge w:val="restart"/>
            <w:noWrap/>
          </w:tcPr>
          <w:p w:rsidRPr="007C3A10" w:rsidR="00D1229B" w:rsidP="00FF507A" w:rsidRDefault="00D1229B" w14:paraId="1FE0F522" w14:textId="2B32BAB4">
            <w:pPr>
              <w:spacing w:line="240" w:lineRule="auto"/>
              <w:rPr>
                <w:bCs/>
                <w:lang w:val="da-DK"/>
              </w:rPr>
            </w:pPr>
            <w:r w:rsidRPr="007C3A10">
              <w:rPr>
                <w:bCs/>
                <w:lang w:val="da-DK"/>
              </w:rPr>
              <w:t>Notification on the Carbon Offsetting and Reduction Scheme for International Aviation (CORSIA)</w:t>
            </w:r>
          </w:p>
          <w:p w:rsidRPr="007C3A10" w:rsidR="00D1229B" w:rsidP="00485DE1" w:rsidRDefault="00D1229B" w14:paraId="34803226" w14:textId="1428EB7A">
            <w:pPr>
              <w:spacing w:line="220" w:lineRule="exact"/>
              <w:jc w:val="lef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35109F77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9C272E4" w14:textId="5B8E72E9">
            <w:pPr>
              <w:spacing w:line="220" w:lineRule="exact"/>
            </w:pPr>
            <w:r w:rsidRPr="007C3A10">
              <w:t xml:space="preserve"> </w:t>
            </w:r>
          </w:p>
        </w:tc>
      </w:tr>
      <w:tr w:rsidRPr="002B5C12" w:rsidR="00D1229B" w:rsidTr="00D1229B" w14:paraId="78C5A7A3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02BF3CF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134F830" w14:textId="02DB2EF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6821EE73" w14:textId="2DA45BF2">
            <w:pPr>
              <w:spacing w:line="220" w:lineRule="exact"/>
            </w:pPr>
          </w:p>
        </w:tc>
      </w:tr>
      <w:tr w:rsidRPr="002B5C12" w:rsidR="00D1229B" w:rsidTr="00D1229B" w14:paraId="5D64D99B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51BD192A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5E7B5153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3BEBBAAA" w14:textId="15681395">
            <w:pPr>
              <w:spacing w:line="220" w:lineRule="exact"/>
            </w:pPr>
          </w:p>
        </w:tc>
      </w:tr>
      <w:tr w:rsidRPr="002B5C12" w:rsidR="00D1229B" w:rsidTr="00D1229B" w14:paraId="2B2DC011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00FD04F3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5B39880" w14:textId="328DB5C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5EE1F25" w14:textId="4AAFFBBC">
            <w:pPr>
              <w:spacing w:line="220" w:lineRule="exact"/>
            </w:pPr>
          </w:p>
        </w:tc>
      </w:tr>
      <w:tr w:rsidRPr="00FB304B" w:rsidR="00D1229B" w:rsidTr="00D1229B" w14:paraId="3D6890BD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52E1CCD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2513A909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7E487976" w14:textId="5C592AA5">
            <w:pPr>
              <w:spacing w:line="220" w:lineRule="exact"/>
              <w:rPr>
                <w:lang w:val="fr-BE"/>
              </w:rPr>
            </w:pPr>
          </w:p>
        </w:tc>
      </w:tr>
      <w:tr w:rsidRPr="002B5C12" w:rsidR="00D1229B" w:rsidTr="00D1229B" w14:paraId="35895B1F" w14:textId="77777777">
        <w:trPr>
          <w:cantSplit/>
        </w:trPr>
        <w:tc>
          <w:tcPr>
            <w:tcW w:w="1662" w:type="pct"/>
            <w:vMerge/>
            <w:noWrap/>
          </w:tcPr>
          <w:p w:rsidRPr="00FB304B" w:rsidR="00D1229B" w:rsidP="00485DE1" w:rsidRDefault="00D1229B" w14:paraId="6F8579A6" w14:textId="77777777">
            <w:pPr>
              <w:spacing w:line="220" w:lineRule="exact"/>
              <w:rPr>
                <w:lang w:val="fr-BE"/>
              </w:rPr>
            </w:pPr>
          </w:p>
        </w:tc>
        <w:tc>
          <w:tcPr>
            <w:tcW w:w="995" w:type="pct"/>
            <w:noWrap/>
          </w:tcPr>
          <w:p w:rsidRPr="00FB304B" w:rsidR="00D1229B" w:rsidP="00485DE1" w:rsidRDefault="00D1229B" w14:paraId="6E98D115" w14:textId="77777777">
            <w:pPr>
              <w:spacing w:line="220" w:lineRule="exact"/>
              <w:rPr>
                <w:b/>
                <w:bCs/>
                <w:lang w:val="fr-BE"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6D38C278" w14:textId="63C5E37E">
            <w:pPr>
              <w:spacing w:line="220" w:lineRule="exact"/>
            </w:pPr>
          </w:p>
        </w:tc>
      </w:tr>
      <w:tr w:rsidRPr="002B5C12" w:rsidR="00D1229B" w:rsidTr="00D1229B" w14:paraId="621AC168" w14:textId="77777777">
        <w:tc>
          <w:tcPr>
            <w:tcW w:w="1662" w:type="pct"/>
            <w:vMerge/>
            <w:noWrap/>
          </w:tcPr>
          <w:p w:rsidRPr="002B5C12" w:rsidR="00D1229B" w:rsidP="00485DE1" w:rsidRDefault="00D1229B" w14:paraId="717992E5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2B5C12" w:rsidR="00D1229B" w:rsidP="00485DE1" w:rsidRDefault="00D1229B" w14:paraId="600544D7" w14:textId="77777777">
            <w:pPr>
              <w:spacing w:line="220" w:lineRule="exact"/>
              <w:rPr>
                <w:bCs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7F14F57D" w14:textId="523D015C">
            <w:pPr>
              <w:spacing w:line="220" w:lineRule="exact"/>
            </w:pPr>
          </w:p>
        </w:tc>
      </w:tr>
    </w:tbl>
    <w:p w:rsidR="007A2A1F" w:rsidP="00485DE1" w:rsidRDefault="007A2A1F" w14:paraId="0F1CBA43" w14:textId="1DCC584F">
      <w:pPr>
        <w:spacing w:line="220" w:lineRule="exact"/>
        <w:rPr>
          <w:sz w:val="16"/>
          <w:szCs w:val="16"/>
        </w:rPr>
      </w:pPr>
    </w:p>
    <w:p w:rsidR="00D1229B" w:rsidP="00485DE1" w:rsidRDefault="00D1229B" w14:paraId="43649CB3" w14:textId="030B9236">
      <w:pPr>
        <w:spacing w:line="220" w:lineRule="exact"/>
        <w:rPr>
          <w:sz w:val="16"/>
          <w:szCs w:val="16"/>
        </w:rPr>
      </w:pPr>
    </w:p>
    <w:p w:rsidR="00D1229B" w:rsidP="00485DE1" w:rsidRDefault="00D1229B" w14:paraId="6DF4C55B" w14:textId="7FB663A9">
      <w:pPr>
        <w:spacing w:line="220" w:lineRule="exact"/>
        <w:rPr>
          <w:sz w:val="16"/>
          <w:szCs w:val="16"/>
        </w:rPr>
      </w:pPr>
    </w:p>
    <w:p w:rsidR="00D1229B" w:rsidP="00485DE1" w:rsidRDefault="00D1229B" w14:paraId="131A3818" w14:textId="74B9A511">
      <w:pPr>
        <w:spacing w:line="220" w:lineRule="exact"/>
        <w:rPr>
          <w:sz w:val="16"/>
          <w:szCs w:val="16"/>
        </w:rPr>
      </w:pPr>
    </w:p>
    <w:p w:rsidRPr="002B5C12" w:rsidR="008C4653" w:rsidP="00485DE1" w:rsidRDefault="00D1229B" w14:paraId="5C2264B9" w14:textId="41051FB4">
      <w:pPr>
        <w:spacing w:line="220" w:lineRule="exact"/>
        <w:rPr>
          <w:b/>
          <w:bCs/>
        </w:rPr>
      </w:pPr>
      <w:r>
        <w:t>T</w:t>
      </w:r>
      <w:r w:rsidRPr="002B5C12" w:rsidR="008C4653">
        <w:t>o the members of the</w:t>
      </w:r>
      <w:r w:rsidRPr="002B5C12" w:rsidR="008C4653">
        <w:br/>
      </w:r>
      <w:r w:rsidRPr="002B5C12" w:rsidR="008C4653">
        <w:rPr>
          <w:b/>
          <w:bCs/>
        </w:rPr>
        <w:t>European Economic and Social Committee</w:t>
      </w:r>
    </w:p>
    <w:p w:rsidRPr="002B5C12" w:rsidR="0031253C" w:rsidRDefault="00C81574" w14:paraId="2E7EE985" w14:textId="77777777">
      <w:pPr>
        <w:spacing w:line="240" w:lineRule="auto"/>
        <w:rPr>
          <w:b/>
          <w:bCs/>
          <w:color w:val="000000" w:themeColor="text1"/>
        </w:rPr>
      </w:pPr>
      <w:r w:rsidRPr="002B5C12">
        <w:rPr>
          <w:b/>
          <w:bCs/>
        </w:rPr>
        <w:br w:type="page"/>
      </w:r>
      <w:r w:rsidRPr="002B5C12" w:rsidR="0031253C">
        <w:rPr>
          <w:b/>
          <w:bCs/>
          <w:color w:val="000000" w:themeColor="text1"/>
        </w:rPr>
        <w:lastRenderedPageBreak/>
        <w:t>Expert</w:t>
      </w:r>
      <w:r w:rsidR="006C2096">
        <w:rPr>
          <w:b/>
          <w:bCs/>
          <w:color w:val="000000" w:themeColor="text1"/>
        </w:rPr>
        <w:t>s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28E0DC7F">
      <w:pPr>
        <w:spacing w:line="240" w:lineRule="auto"/>
        <w:rPr>
          <w:bCs/>
          <w:color w:val="000000" w:themeColor="text1"/>
        </w:rPr>
      </w:pPr>
      <w:r>
        <w:t>Ulrich SCHULTE-STRATHAUS</w:t>
      </w:r>
      <w:r w:rsidR="00FB304B">
        <w:t xml:space="preserve"> </w:t>
      </w:r>
      <w:r w:rsidRPr="00F95B83" w:rsidR="0031253C">
        <w:rPr>
          <w:bCs/>
          <w:color w:val="000000" w:themeColor="text1"/>
        </w:rPr>
        <w:t>(for the r</w:t>
      </w:r>
      <w:r w:rsidRPr="00F95B83" w:rsidR="007E2BC0">
        <w:rPr>
          <w:bCs/>
          <w:color w:val="000000" w:themeColor="text1"/>
        </w:rPr>
        <w:t>apporteur)</w:t>
      </w:r>
    </w:p>
    <w:p w:rsidRPr="002B5C12" w:rsidR="00EA6B02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245557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 w:rsidRPr="002B5C12">
        <w:rPr>
          <w:b/>
          <w:bCs/>
          <w:color w:val="000000" w:themeColor="text1"/>
        </w:rPr>
        <w:t>Gist of the Commission document</w:t>
      </w:r>
    </w:p>
    <w:p w:rsidRPr="001C7581" w:rsidR="001C7581" w:rsidRDefault="001C7581" w14:paraId="0B04A15A" w14:textId="77777777"/>
    <w:p w:rsidR="00484B07" w:rsidP="00245557" w:rsidRDefault="007C3A10" w14:paraId="6F9F47D0" w14:textId="77777777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The</w:t>
      </w:r>
      <w:r w:rsidRPr="007C3A10">
        <w:rPr>
          <w:color w:val="000000" w:themeColor="text1"/>
        </w:rPr>
        <w:t xml:space="preserve"> proposal introduces an amendment to aviation rules in the Emissions Trading System of the European Union (EU ETS) to implement Member States’ notification to EU-based airlines of the offsetting for the year 2021 under the Carbon Offsetting and Reduction Scheme for International Aviation (CORSIA) of the International Civil Aviation Organisation (ICAO).</w:t>
      </w:r>
    </w:p>
    <w:p w:rsidR="003D10BE" w:rsidP="00245557" w:rsidRDefault="003D10BE" w14:paraId="1435343C" w14:textId="1D8EBA44">
      <w:pPr>
        <w:spacing w:line="240" w:lineRule="auto"/>
        <w:rPr>
          <w:color w:val="000000" w:themeColor="text1"/>
        </w:rPr>
      </w:pPr>
    </w:p>
    <w:p w:rsidR="00484B07" w:rsidP="00245557" w:rsidRDefault="007C3A10" w14:paraId="55047FEB" w14:textId="77777777">
      <w:pPr>
        <w:spacing w:line="240" w:lineRule="auto"/>
      </w:pPr>
      <w:r w:rsidRPr="007C3A10">
        <w:rPr>
          <w:color w:val="000000" w:themeColor="text1"/>
        </w:rPr>
        <w:t>The objective is to implement this notification in a manner that minimises the administrative burden of national authorities and airline operators, and provides legal certainty as regards CORSIA offsetting by airlines based in Member States.</w:t>
      </w:r>
    </w:p>
    <w:p w:rsidR="003D10BE" w:rsidP="00245557" w:rsidRDefault="003D10BE" w14:paraId="2B065449" w14:textId="078C882A">
      <w:pPr>
        <w:spacing w:line="240" w:lineRule="auto"/>
      </w:pPr>
    </w:p>
    <w:p w:rsidR="008C4653" w:rsidP="00245557" w:rsidRDefault="003D10BE" w14:paraId="48DA1D84" w14:textId="5D65FE2F">
      <w:pPr>
        <w:spacing w:line="240" w:lineRule="auto"/>
        <w:rPr>
          <w:color w:val="000000" w:themeColor="text1"/>
        </w:rPr>
      </w:pPr>
      <w:r w:rsidRPr="003D10BE">
        <w:rPr>
          <w:color w:val="000000" w:themeColor="text1"/>
        </w:rPr>
        <w:t>Revision of aviation ETS rules is an integral part of EU’s “Fit for 55” package. The revision includes implementation of CORSIA through the EU ETS Directive</w:t>
      </w:r>
      <w:r>
        <w:rPr>
          <w:color w:val="000000" w:themeColor="text1"/>
        </w:rPr>
        <w:t>.</w:t>
      </w:r>
    </w:p>
    <w:p w:rsidR="00484B07" w:rsidP="00245557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245557" w:rsidRDefault="003D10BE" w14:paraId="2BEC210A" w14:textId="2F171AD3">
      <w:pPr>
        <w:spacing w:line="240" w:lineRule="auto"/>
        <w:rPr>
          <w:color w:val="000000" w:themeColor="text1"/>
        </w:rPr>
      </w:pPr>
      <w:r w:rsidRPr="003D10BE">
        <w:rPr>
          <w:color w:val="000000" w:themeColor="text1"/>
        </w:rPr>
        <w:t>This proposal is the only CORSIA-related amendment that should be in place by 30 November 2022, so that the notification of zero additional offsetting can take place by that date.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245557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 w:rsidRPr="002B5C12">
        <w:rPr>
          <w:b/>
          <w:bCs/>
          <w:color w:val="000000" w:themeColor="text1"/>
        </w:rPr>
        <w:t>Draft timetable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77777777">
      <w:pPr>
        <w:spacing w:line="240" w:lineRule="auto"/>
      </w:pPr>
      <w:r w:rsidRPr="00E406A1">
        <w:rPr>
          <w:b/>
          <w:bCs/>
        </w:rPr>
        <w:t>SUBJECT TO CHANGE due to further development of the Covid-19 virus pandemic</w:t>
      </w:r>
    </w:p>
    <w:p w:rsidRPr="002B5C12" w:rsidR="008C4653" w:rsidP="00245557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 w14:paraId="40818372" w14:textId="77777777">
        <w:tc>
          <w:tcPr>
            <w:tcW w:w="2235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b/>
                <w:bCs/>
                <w:color w:val="000000" w:themeColor="text1"/>
              </w:rPr>
              <w:t>DATE</w:t>
            </w:r>
          </w:p>
        </w:tc>
        <w:tc>
          <w:tcPr>
            <w:tcW w:w="3402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b/>
                <w:bCs/>
                <w:color w:val="000000" w:themeColor="text1"/>
              </w:rPr>
              <w:t>MEETING</w:t>
            </w:r>
          </w:p>
        </w:tc>
        <w:tc>
          <w:tcPr>
            <w:tcW w:w="3652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b/>
                <w:bCs/>
                <w:color w:val="000000" w:themeColor="text1"/>
              </w:rPr>
              <w:t>DOCUMENT</w:t>
            </w:r>
          </w:p>
        </w:tc>
      </w:tr>
      <w:tr w:rsidRPr="002B5C12" w:rsidR="00A06569" w:rsidTr="00D1229B" w14:paraId="274C3948" w14:textId="77777777">
        <w:tc>
          <w:tcPr>
            <w:tcW w:w="2235" w:type="dxa"/>
          </w:tcPr>
          <w:p w:rsidRPr="00E406A1" w:rsidR="006325C6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</w:t>
            </w:r>
            <w:r w:rsidRPr="00E406A1" w:rsidR="00191EED"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10</w:t>
            </w:r>
            <w:r w:rsidRPr="00E406A1" w:rsidR="00191EED">
              <w:rPr>
                <w:color w:val="000000" w:themeColor="text1"/>
              </w:rPr>
              <w:t>/202</w:t>
            </w:r>
            <w:r w:rsidR="00FB304B">
              <w:rPr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Pr="002B5C12" w:rsidR="006325C6" w:rsidP="00245557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color w:val="000000" w:themeColor="text1"/>
              </w:rPr>
              <w:t>Section</w:t>
            </w:r>
          </w:p>
        </w:tc>
        <w:tc>
          <w:tcPr>
            <w:tcW w:w="3652" w:type="dxa"/>
          </w:tcPr>
          <w:p w:rsidRPr="002B5C12" w:rsidR="006325C6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color w:val="000000" w:themeColor="text1"/>
              </w:rPr>
              <w:t>Draft opinion</w:t>
            </w:r>
          </w:p>
        </w:tc>
      </w:tr>
      <w:tr w:rsidRPr="002B5C12" w:rsidR="006325C6" w:rsidTr="00D1229B" w14:paraId="4772F086" w14:textId="77777777">
        <w:tc>
          <w:tcPr>
            <w:tcW w:w="2235" w:type="dxa"/>
          </w:tcPr>
          <w:p w:rsidRPr="00E406A1" w:rsidR="006325C6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</w:t>
            </w:r>
            <w:r w:rsidR="00FB304B">
              <w:rPr>
                <w:color w:val="000000" w:themeColor="text1"/>
              </w:rPr>
              <w:t>/1</w:t>
            </w:r>
            <w:r>
              <w:rPr>
                <w:color w:val="000000" w:themeColor="text1"/>
              </w:rPr>
              <w:t>0</w:t>
            </w:r>
            <w:r w:rsidR="00FB304B">
              <w:rPr>
                <w:color w:val="000000" w:themeColor="text1"/>
              </w:rPr>
              <w:t>/2021</w:t>
            </w:r>
          </w:p>
        </w:tc>
        <w:tc>
          <w:tcPr>
            <w:tcW w:w="3402" w:type="dxa"/>
          </w:tcPr>
          <w:p w:rsidRPr="002B5C12" w:rsidR="006325C6" w:rsidRDefault="006325C6" w14:paraId="1A3FBEF6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color w:val="000000" w:themeColor="text1"/>
              </w:rPr>
              <w:t>Plenary session</w:t>
            </w:r>
          </w:p>
        </w:tc>
        <w:tc>
          <w:tcPr>
            <w:tcW w:w="3652" w:type="dxa"/>
          </w:tcPr>
          <w:p w:rsidRPr="002B5C12" w:rsidR="006325C6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 w:rsidRPr="002B5C12">
              <w:rPr>
                <w:color w:val="000000" w:themeColor="text1"/>
              </w:rPr>
              <w:t>Section opinion</w:t>
            </w:r>
          </w:p>
        </w:tc>
      </w:tr>
    </w:tbl>
    <w:p w:rsidRPr="002B5C12" w:rsidR="006325C6" w:rsidRDefault="006325C6" w14:paraId="1F822D6F" w14:textId="77777777">
      <w:pPr>
        <w:spacing w:line="240" w:lineRule="auto"/>
        <w:rPr>
          <w:color w:val="000000" w:themeColor="text1"/>
        </w:rPr>
      </w:pPr>
    </w:p>
    <w:p w:rsidRPr="002B5C12" w:rsidR="008C4653" w:rsidP="007F49BC" w:rsidRDefault="008C4653" w14:paraId="6015AC40" w14:textId="77777777">
      <w:pPr>
        <w:spacing w:line="240" w:lineRule="auto"/>
        <w:jc w:val="center"/>
      </w:pPr>
      <w:r w:rsidRPr="002B5C12">
        <w:t>_____________</w:t>
      </w:r>
    </w:p>
    <w:sectPr w:rsidRPr="002B5C12" w:rsidR="008C4653" w:rsidSect="00484B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05D89" w14:textId="77777777" w:rsidR="0094799E" w:rsidRDefault="0094799E">
      <w:r>
        <w:separator/>
      </w:r>
    </w:p>
  </w:endnote>
  <w:endnote w:type="continuationSeparator" w:id="0">
    <w:p w14:paraId="2E83585B" w14:textId="77777777" w:rsidR="0094799E" w:rsidRDefault="0094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B7B82" w14:textId="77777777" w:rsidR="00484B07" w:rsidRPr="00484B07" w:rsidRDefault="00484B07" w:rsidP="00484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0E9710E8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71717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A7171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9A814" w14:textId="77777777" w:rsidR="00484B07" w:rsidRPr="00484B07" w:rsidRDefault="00484B07" w:rsidP="00484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69B72" w14:textId="77777777" w:rsidR="0094799E" w:rsidRDefault="0094799E">
      <w:r>
        <w:separator/>
      </w:r>
    </w:p>
  </w:footnote>
  <w:footnote w:type="continuationSeparator" w:id="0">
    <w:p w14:paraId="5BB3F126" w14:textId="77777777" w:rsidR="0094799E" w:rsidRDefault="00947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03E08" w14:textId="77777777" w:rsidR="00484B07" w:rsidRPr="00484B07" w:rsidRDefault="00484B07" w:rsidP="00484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86029" w14:textId="236C30CD" w:rsidR="00484B07" w:rsidRPr="00484B07" w:rsidRDefault="00484B07" w:rsidP="00484B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8705E" w14:textId="77777777" w:rsidR="00484B07" w:rsidRPr="00484B07" w:rsidRDefault="00484B07" w:rsidP="00484B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45557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4799E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71717"/>
    <w:rsid w:val="00AA7607"/>
    <w:rsid w:val="00AB6FE5"/>
    <w:rsid w:val="00AC2826"/>
    <w:rsid w:val="00AE6CAD"/>
    <w:rsid w:val="00AE729D"/>
    <w:rsid w:val="00AE79B5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en-US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en-GB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1" Type="http://schemas.openxmlformats.org/officeDocument/2006/relationships/customXml" Target="../customXml/item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ustomXml" Target="../customXml/item4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V63NAVDT5PV3-1929952687-1346</_dlc_DocId>
    <_dlc_DocIdUrl xmlns="01cfe264-354f-4f3f-acd0-cf26eb309336">
      <Url>http://dm2016/eesc/2021/_layouts/15/DocIdRedir.aspx?ID=V63NAVDT5PV3-1929952687-1346</Url>
      <Description>V63NAVDT5PV3-1929952687-1346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2021-09-16T12:00:00+00:00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Mette Ausra</DisplayName>
        <AccountId>33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F8A82FF0-DE7A-4DD1-9F43-CED73677C6CE}"/>
</file>

<file path=customXml/itemProps2.xml><?xml version="1.0" encoding="utf-8"?>
<ds:datastoreItem xmlns:ds="http://schemas.openxmlformats.org/officeDocument/2006/customXml" ds:itemID="{334A3D27-BF78-4CC0-9E5C-EE4CD694A1A8}"/>
</file>

<file path=customXml/itemProps3.xml><?xml version="1.0" encoding="utf-8"?>
<ds:datastoreItem xmlns:ds="http://schemas.openxmlformats.org/officeDocument/2006/customXml" ds:itemID="{A3E63929-9BB1-406E-B0E5-D25BC41A13FE}"/>
</file>

<file path=customXml/itemProps4.xml><?xml version="1.0" encoding="utf-8"?>
<ds:datastoreItem xmlns:ds="http://schemas.openxmlformats.org/officeDocument/2006/customXml" ds:itemID="{CD57CF04-142E-4305-AD27-7BCCF6AE21ED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on the Carbon Offsetting and Reduction Scheme for International Aviation (CORSIA)</dc:title>
  <dc:subject>NINS</dc:subject>
  <dc:creator>Jacqueline Siddiqi</dc:creator>
  <cp:keywords>EESC-2021-04342-00-00-NINS-TRA-EN</cp:keywords>
  <dc:description>Rapporteur: KROPP - Original language: EN - Date of document: 16/09/2021 - Date of meeting:  - External documents: COM(2021)567- final - Administrator: Mme JANICAUDNÉ BAZSIK Agota</dc:description>
  <cp:lastModifiedBy>Mette Ausra</cp:lastModifiedBy>
  <cp:revision>4</cp:revision>
  <cp:lastPrinted>2019-07-08T13:08:00Z</cp:lastPrinted>
  <dcterms:created xsi:type="dcterms:W3CDTF">2021-09-06T13:23:00Z</dcterms:created>
  <dcterms:modified xsi:type="dcterms:W3CDTF">2021-09-16T12:40:00Z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a5a2bdda-80e0-4b5f-b99c-383de2a6f331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EL|6d4f4d51-af9b-4650-94b4-4276bee85c91;CS|72f9705b-0217-4fd3-bea2-cbc7ed80e26e;IT|0774613c-01ed-4e5d-a25d-11d2388de825;SL|98a412ae-eb01-49e9-ae3d-585a81724cfc;LT|a7ff5ce7-6123-4f68-865a-a57c31810414;FI|87606a43-d45f-42d6-b8c9-e1a3457db5b7;PT|50ccc04a-eadd-42ae-a0cb-acaf45f812ba;HR|2f555653-ed1a-4fe6-8362-9082d95989e5;NL|55c6556c-b4f4-441d-9acf-c498d4f838bd;FR|d2afafd3-4c81-4f60-8f52-ee33f2f54ff3;HU|6b229040-c589-4408-b4c1-4285663d20a8;LV|46f7e311-5d9f-4663-b433-18aeccb7ace7;DA|5d49c027-8956-412b-aa16-e85a0f96ad0e;SK|46d9fce0-ef79-4f71-b89b-cd6aa82426b8;SV|c2ed69e7-a339-43d7-8f22-d93680a92aa0;BG|1a1b3951-7821-4e6a-85f5-5673fc08bd2c;RO|feb747a2-64cd-4299-af12-4833ddc30497;ET|ff6c3f4c-b02c-4c3c-ab07-2c37995a7a0a;DE|f6b31e5a-26fa-4935-b661-318e46daf27e;PL|1e03da61-4678-4e07-b136-b5024ca9197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47;#TEN|5e12260d-3aca-41f8-baf2-ad3d18475f10;#45;#RO|feb747a2-64cd-4299-af12-4833ddc30497;#42;#FI|87606a43-d45f-42d6-b8c9-e1a3457db5b7;#41;#BG|1a1b3951-7821-4e6a-85f5-5673fc08bd2c;#40;#SV|c2ed69e7-a339-43d7-8f22-d93680a92aa0;#39;#SL|98a412ae-eb01-49e9-ae3d-585a81724cfc;#38;#HR|2f555653-ed1a-4fe6-8362-9082d95989e5;#37;#EL|6d4f4d51-af9b-4650-94b4-4276bee85c91;#35;#PL|1e03da61-4678-4e07-b136-b5024ca9197b;#32;#NINS|b5d60a0c-cf7b-495e-adb4-8d241afe0d6d;#28;#ES|e7a6b05b-ae16-40c8-add9-68b64b03aeba;#25;#CS|72f9705b-0217-4fd3-bea2-cbc7ed80e26e;#21;#HU|6b229040-c589-4408-b4c1-4285663d20a8;#19;#SK|46d9fce0-ef79-4f71-b89b-cd6aa82426b8;#18;#LV|46f7e311-5d9f-4663-b433-18aeccb7ace7;#17;#NL|55c6556c-b4f4-441d-9acf-c498d4f838bd;#16;#IT|0774613c-01ed-4e5d-a25d-11d2388de825;#15;#LT|a7ff5ce7-6123-4f68-865a-a57c31810414;#14;#ET|ff6c3f4c-b02c-4c3c-ab07-2c37995a7a0a;#13;#PT|50ccc04a-eadd-42ae-a0cb-acaf45f812ba;#12;#DA|5d49c027-8956-412b-aa16-e85a0f96ad0e;#11;#DE|f6b31e5a-26fa-4935-b661-318e46daf27e;#9;#EN|f2175f21-25d7-44a3-96da-d6a61b075e1b;#7;#TRA|150d2a88-1431-44e6-a8ca-0bb753ab8672;#6;#Final|ea5e6674-7b27-4bac-b091-73adbb394efe;#5;#Unrestricted|826e22d7-d029-4ec0-a450-0c28ff673572;#4;#FR|d2afafd3-4c81-4f60-8f52-ee33f2f54ff3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9;#EN|f2175f21-25d7-44a3-96da-d6a61b075e1b</vt:lpwstr>
  </property>
</Properties>
</file>